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C54BFB" w14:textId="26CDB26A" w:rsidR="009F57C6" w:rsidRDefault="00B31C2A" w:rsidP="00290620">
      <w:pPr>
        <w:pStyle w:val="Heading1"/>
      </w:pPr>
      <w:bookmarkStart w:id="0" w:name="_GoBack"/>
      <w:bookmarkEnd w:id="0"/>
      <w:r>
        <w:t>Top Tricks</w:t>
      </w:r>
      <w:r w:rsidR="00DD7186">
        <w:t xml:space="preserve"> and Tips </w:t>
      </w:r>
      <w:r>
        <w:t>for Making New Habits Stick</w:t>
      </w:r>
    </w:p>
    <w:p w14:paraId="3C424AB3" w14:textId="563885B9" w:rsidR="00290620" w:rsidRDefault="00290620" w:rsidP="00290620"/>
    <w:p w14:paraId="516EFC19" w14:textId="5229B32D" w:rsidR="00290620" w:rsidRDefault="00B31C2A" w:rsidP="00290620">
      <w:r>
        <w:t xml:space="preserve">Having everything in your life running on autopilot would be a nice change of pace. Not having to remember to do your chores, exercise, getting to work, and remembering to maintain a healthy diet </w:t>
      </w:r>
      <w:r w:rsidR="007A0428">
        <w:t>is something just about everyone could get behind. However, unless you can manage to invent robot servants</w:t>
      </w:r>
      <w:r w:rsidR="00366EEE">
        <w:t xml:space="preserve">, your daily work isn’t going to simply disappear. </w:t>
      </w:r>
      <w:r w:rsidR="00BF22AD">
        <w:t xml:space="preserve">However, if you program behaviors, you can eliminate much of the struggle. </w:t>
      </w:r>
      <w:r w:rsidR="00331826">
        <w:t xml:space="preserve">With a small amount of </w:t>
      </w:r>
      <w:r w:rsidR="00B26F95">
        <w:t>discipline,</w:t>
      </w:r>
      <w:r w:rsidR="00331826">
        <w:t xml:space="preserve"> you can create new habits that require little maintenance. Here are some of the top tips and tricks for making new habits stick. </w:t>
      </w:r>
    </w:p>
    <w:p w14:paraId="01F8F307" w14:textId="4690078B" w:rsidR="00331826" w:rsidRDefault="00331826" w:rsidP="00290620"/>
    <w:p w14:paraId="4C22D8A5" w14:textId="77777777" w:rsidR="00B26F95" w:rsidRDefault="00B31C2A" w:rsidP="00290620">
      <w:pPr>
        <w:rPr>
          <w:b/>
          <w:bCs/>
        </w:rPr>
      </w:pPr>
      <w:r>
        <w:rPr>
          <w:b/>
          <w:bCs/>
        </w:rPr>
        <w:t>Start Simple</w:t>
      </w:r>
    </w:p>
    <w:p w14:paraId="3587DD0B" w14:textId="754A4699" w:rsidR="00B26F95" w:rsidRPr="00B26F95" w:rsidRDefault="00B31C2A" w:rsidP="00290620">
      <w:r>
        <w:t>You don't want to try and completely change your life overnight. It can be easy to get over-motivated and try to take on too much. If you wish to change your hab</w:t>
      </w:r>
      <w:r>
        <w:t>its and ensure that they stick, then you need to start off small and build on your momentum.</w:t>
      </w:r>
    </w:p>
    <w:p w14:paraId="29C2E17A" w14:textId="77777777" w:rsidR="00B26F95" w:rsidRDefault="00B26F95" w:rsidP="00290620">
      <w:pPr>
        <w:rPr>
          <w:b/>
          <w:bCs/>
        </w:rPr>
      </w:pPr>
    </w:p>
    <w:p w14:paraId="1E7E3B96" w14:textId="3874F56D" w:rsidR="00331826" w:rsidRDefault="00B31C2A" w:rsidP="00290620">
      <w:pPr>
        <w:rPr>
          <w:b/>
          <w:bCs/>
        </w:rPr>
      </w:pPr>
      <w:r>
        <w:rPr>
          <w:b/>
          <w:bCs/>
        </w:rPr>
        <w:t xml:space="preserve">Commit to </w:t>
      </w:r>
      <w:r w:rsidR="0064310D">
        <w:rPr>
          <w:b/>
          <w:bCs/>
        </w:rPr>
        <w:t>30</w:t>
      </w:r>
      <w:r>
        <w:rPr>
          <w:b/>
          <w:bCs/>
        </w:rPr>
        <w:t xml:space="preserve"> Days</w:t>
      </w:r>
    </w:p>
    <w:p w14:paraId="1AB25820" w14:textId="79212110" w:rsidR="00B26F95" w:rsidRDefault="00B31C2A" w:rsidP="00290620">
      <w:r>
        <w:t>It takes just between three and four weeks to make a new habit automatic. If you can get through the initial conditioning phase, which lasts aro</w:t>
      </w:r>
      <w:r>
        <w:t xml:space="preserve">und 21 days, you will find it much easier to sustain your new habit. A month is a good chunk of time to commit to change since it fits in your calendar easily. </w:t>
      </w:r>
    </w:p>
    <w:p w14:paraId="06FE5A8D" w14:textId="66E490E3" w:rsidR="00AD2313" w:rsidRDefault="00AD2313" w:rsidP="00290620"/>
    <w:p w14:paraId="6997411C" w14:textId="3DBD8355" w:rsidR="00AD2313" w:rsidRDefault="00B31C2A" w:rsidP="00290620">
      <w:pPr>
        <w:rPr>
          <w:b/>
          <w:bCs/>
        </w:rPr>
      </w:pPr>
      <w:r>
        <w:rPr>
          <w:b/>
          <w:bCs/>
        </w:rPr>
        <w:t>Make it Daily</w:t>
      </w:r>
    </w:p>
    <w:p w14:paraId="2A6438A9" w14:textId="14F986DA" w:rsidR="006A68D4" w:rsidRDefault="00B31C2A" w:rsidP="00290620">
      <w:r>
        <w:t>If you want to make a new habit stick, it is critical that you are consistent wi</w:t>
      </w:r>
      <w:r>
        <w:t>th your actions. If you're going to start exercising, you have to go to the gym every day for the first month. Only making it to the gym a couple of times a week will make it much harder to form the habit.</w:t>
      </w:r>
    </w:p>
    <w:p w14:paraId="43B7270C" w14:textId="6461C6A2" w:rsidR="005E0825" w:rsidRDefault="005E0825" w:rsidP="00290620"/>
    <w:p w14:paraId="160E1570" w14:textId="3F8125CA" w:rsidR="005E0825" w:rsidRDefault="00B31C2A" w:rsidP="00290620">
      <w:pPr>
        <w:rPr>
          <w:b/>
          <w:bCs/>
        </w:rPr>
      </w:pPr>
      <w:r>
        <w:rPr>
          <w:b/>
          <w:bCs/>
        </w:rPr>
        <w:t>Remind Yourself</w:t>
      </w:r>
    </w:p>
    <w:p w14:paraId="589399A9" w14:textId="0309418F" w:rsidR="005E0825" w:rsidRDefault="00B31C2A" w:rsidP="00290620">
      <w:r>
        <w:t>After committing yourself to your</w:t>
      </w:r>
      <w:r>
        <w:t xml:space="preserve"> new habit for two weeks, it can be hard to remember what you’re working toward. Place reminders to work on your habit each day around your house, or you might end up missing a few days. When you miss time, it defeats the purpose of setting the habit in th</w:t>
      </w:r>
      <w:r>
        <w:t xml:space="preserve">e first place, so make sure you are </w:t>
      </w:r>
      <w:r w:rsidR="00DA2776">
        <w:t>constantly</w:t>
      </w:r>
      <w:r>
        <w:t xml:space="preserve"> reminding yourself of what you are trying to achieve. </w:t>
      </w:r>
    </w:p>
    <w:p w14:paraId="42649886" w14:textId="3691F1A2" w:rsidR="005E0825" w:rsidRDefault="005E0825" w:rsidP="00290620"/>
    <w:p w14:paraId="17EF97D0" w14:textId="59CDC0D1" w:rsidR="00D45359" w:rsidRDefault="00B31C2A" w:rsidP="00290620">
      <w:pPr>
        <w:rPr>
          <w:b/>
          <w:bCs/>
        </w:rPr>
      </w:pPr>
      <w:r>
        <w:rPr>
          <w:b/>
          <w:bCs/>
        </w:rPr>
        <w:t>Remove Temptation</w:t>
      </w:r>
    </w:p>
    <w:p w14:paraId="456AEE8A" w14:textId="38A7AA2D" w:rsidR="0064310D" w:rsidRDefault="00B31C2A" w:rsidP="00290620">
      <w:r>
        <w:lastRenderedPageBreak/>
        <w:t xml:space="preserve">In the first 30 days, you need to </w:t>
      </w:r>
      <w:r w:rsidR="00675F93">
        <w:t>restructure your environment so that you don't have any temptations. If you are trying to eat better, remove all the junk food from your house if you're trying to quit smoking, throw out your cigarettes so you won't have to struggle with your willpower later.</w:t>
      </w:r>
    </w:p>
    <w:p w14:paraId="13384B0E" w14:textId="71A40F3B" w:rsidR="0056325C" w:rsidRDefault="0056325C" w:rsidP="00290620"/>
    <w:p w14:paraId="280B9D91" w14:textId="5579DCC4" w:rsidR="005E0825" w:rsidRPr="005E0825" w:rsidRDefault="00B31C2A" w:rsidP="00290620">
      <w:r>
        <w:t>Getting your new habits to stick can be quite a challenge. Follow these tips and tricks for gett</w:t>
      </w:r>
      <w:r>
        <w:t xml:space="preserve">ing your habits to stick so you can change your life for the better. </w:t>
      </w:r>
    </w:p>
    <w:p w14:paraId="38E9A2EB" w14:textId="77777777" w:rsidR="00B26F95" w:rsidRPr="00B26F95" w:rsidRDefault="00B26F95" w:rsidP="00290620">
      <w:pPr>
        <w:rPr>
          <w:b/>
          <w:bCs/>
        </w:rPr>
      </w:pPr>
    </w:p>
    <w:p w14:paraId="1E009CD9" w14:textId="77777777" w:rsidR="00514581" w:rsidRDefault="00514581"/>
    <w:sectPr w:rsidR="00514581" w:rsidSect="00995CB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attachedTemplate r:id="rId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14581"/>
    <w:rsid w:val="0007253D"/>
    <w:rsid w:val="001530CA"/>
    <w:rsid w:val="00290620"/>
    <w:rsid w:val="00331826"/>
    <w:rsid w:val="00366EEE"/>
    <w:rsid w:val="003B4D5F"/>
    <w:rsid w:val="00514581"/>
    <w:rsid w:val="0056325C"/>
    <w:rsid w:val="005E0825"/>
    <w:rsid w:val="00623ED3"/>
    <w:rsid w:val="0064310D"/>
    <w:rsid w:val="00675F93"/>
    <w:rsid w:val="006A68D4"/>
    <w:rsid w:val="007A0428"/>
    <w:rsid w:val="00995CB4"/>
    <w:rsid w:val="009F57C6"/>
    <w:rsid w:val="00AD2313"/>
    <w:rsid w:val="00B26F95"/>
    <w:rsid w:val="00B31C2A"/>
    <w:rsid w:val="00BF22AD"/>
    <w:rsid w:val="00D45359"/>
    <w:rsid w:val="00DA2776"/>
    <w:rsid w:val="00DD7186"/>
    <w:rsid w:val="00E35FB7"/>
    <w:rsid w:val="00E37566"/>
    <w:rsid w:val="00F7557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20D11588"/>
  <w15:chartTrackingRefBased/>
  <w15:docId w15:val="{C9CD1DC4-8127-7A4C-A024-8C6AE19720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23ED3"/>
    <w:rPr>
      <w:rFonts w:ascii="Arial" w:hAnsi="Arial"/>
      <w:sz w:val="28"/>
    </w:rPr>
  </w:style>
  <w:style w:type="paragraph" w:styleId="Heading1">
    <w:name w:val="heading 1"/>
    <w:basedOn w:val="Normal"/>
    <w:next w:val="Normal"/>
    <w:link w:val="Heading1Char"/>
    <w:uiPriority w:val="9"/>
    <w:qFormat/>
    <w:rsid w:val="00623ED3"/>
    <w:pPr>
      <w:keepNext/>
      <w:keepLines/>
      <w:spacing w:before="240"/>
      <w:outlineLvl w:val="0"/>
    </w:pPr>
    <w:rPr>
      <w:rFonts w:eastAsiaTheme="majorEastAsia" w:cstheme="majorBidi"/>
      <w:b/>
      <w:color w:val="000000" w:themeColor="text1"/>
      <w:sz w:val="32"/>
      <w:szCs w:val="32"/>
    </w:rPr>
  </w:style>
  <w:style w:type="paragraph" w:styleId="Heading2">
    <w:name w:val="heading 2"/>
    <w:basedOn w:val="Normal"/>
    <w:next w:val="Normal"/>
    <w:link w:val="Heading2Char"/>
    <w:uiPriority w:val="9"/>
    <w:semiHidden/>
    <w:unhideWhenUsed/>
    <w:qFormat/>
    <w:rsid w:val="00623ED3"/>
    <w:pPr>
      <w:keepNext/>
      <w:keepLines/>
      <w:spacing w:before="40"/>
      <w:outlineLvl w:val="1"/>
    </w:pPr>
    <w:rPr>
      <w:rFonts w:eastAsiaTheme="majorEastAsia" w:cstheme="majorBidi"/>
      <w:b/>
      <w:color w:val="000000" w:themeColor="text1"/>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23ED3"/>
    <w:rPr>
      <w:rFonts w:ascii="Arial" w:eastAsiaTheme="majorEastAsia" w:hAnsi="Arial" w:cstheme="majorBidi"/>
      <w:b/>
      <w:color w:val="000000" w:themeColor="text1"/>
      <w:sz w:val="32"/>
      <w:szCs w:val="32"/>
    </w:rPr>
  </w:style>
  <w:style w:type="character" w:customStyle="1" w:styleId="Heading2Char">
    <w:name w:val="Heading 2 Char"/>
    <w:basedOn w:val="DefaultParagraphFont"/>
    <w:link w:val="Heading2"/>
    <w:uiPriority w:val="9"/>
    <w:semiHidden/>
    <w:rsid w:val="00623ED3"/>
    <w:rPr>
      <w:rFonts w:ascii="Arial" w:eastAsiaTheme="majorEastAsia" w:hAnsi="Arial" w:cstheme="majorBidi"/>
      <w:b/>
      <w:color w:val="000000" w:themeColor="text1"/>
      <w:sz w:val="28"/>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reneemiller/Library/Group%20Containers/UBF8T346G9.Office/User%20Content.localized/Templates.localized/Unstoppable%20Profits.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Unstoppable Profits.dotx</Template>
  <TotalTime>0</TotalTime>
  <Pages>2</Pages>
  <Words>444</Words>
  <Characters>1968</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2403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Renee Miller</cp:lastModifiedBy>
  <cp:revision>3</cp:revision>
  <dcterms:created xsi:type="dcterms:W3CDTF">2019-06-27T19:01:00Z</dcterms:created>
  <dcterms:modified xsi:type="dcterms:W3CDTF">2019-06-27T19:01:00Z</dcterms:modified>
  <cp:category/>
</cp:coreProperties>
</file>